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FBFA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39B86A" w14:textId="77777777" w:rsidTr="00146EEC">
        <w:tc>
          <w:tcPr>
            <w:tcW w:w="2689" w:type="dxa"/>
          </w:tcPr>
          <w:p w14:paraId="0DF8BE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AB28F8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36E85" w14:paraId="4D8A2EBC" w14:textId="77777777" w:rsidTr="001F16C2">
        <w:tc>
          <w:tcPr>
            <w:tcW w:w="2689" w:type="dxa"/>
          </w:tcPr>
          <w:p w14:paraId="38F5F048" w14:textId="77777777" w:rsidR="00836E85" w:rsidRPr="00CC451E" w:rsidRDefault="00836E85" w:rsidP="001F16C2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E0FC1CA" w14:textId="77777777" w:rsidR="00836E85" w:rsidRPr="007C778A" w:rsidRDefault="00836E85" w:rsidP="001F16C2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  <w:tr w:rsidR="00E918B8" w14:paraId="620B10CE" w14:textId="77777777" w:rsidTr="00146EEC">
        <w:tc>
          <w:tcPr>
            <w:tcW w:w="2689" w:type="dxa"/>
          </w:tcPr>
          <w:p w14:paraId="74648A1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0121DB9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5D909D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F0D72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462B3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1313EF">
              <w:t>203</w:t>
            </w:r>
          </w:p>
        </w:tc>
        <w:tc>
          <w:tcPr>
            <w:tcW w:w="3604" w:type="pct"/>
            <w:shd w:val="clear" w:color="auto" w:fill="auto"/>
          </w:tcPr>
          <w:p w14:paraId="2D7B296C" w14:textId="77777777" w:rsidR="00F1480E" w:rsidRPr="000754EC" w:rsidRDefault="001313EF" w:rsidP="000754EC">
            <w:pPr>
              <w:pStyle w:val="SIUnittitle"/>
            </w:pPr>
            <w:r w:rsidRPr="001313EF">
              <w:t>Renovate grassed areas</w:t>
            </w:r>
          </w:p>
        </w:tc>
      </w:tr>
      <w:tr w:rsidR="00F1480E" w:rsidRPr="00963A46" w14:paraId="71671B24" w14:textId="77777777" w:rsidTr="00CA2922">
        <w:tc>
          <w:tcPr>
            <w:tcW w:w="1396" w:type="pct"/>
            <w:shd w:val="clear" w:color="auto" w:fill="auto"/>
          </w:tcPr>
          <w:p w14:paraId="7A7A882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9C5EE4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51DC00" w14:textId="67B5D615" w:rsidR="001313EF" w:rsidRPr="001313EF" w:rsidRDefault="001313EF" w:rsidP="001313EF">
            <w:pPr>
              <w:pStyle w:val="SIText"/>
            </w:pPr>
            <w:r w:rsidRPr="00384AF9">
              <w:t xml:space="preserve">This unit of competency describes the skills and knowledge required to </w:t>
            </w:r>
            <w:r w:rsidR="00AA4FEE">
              <w:t>renovate</w:t>
            </w:r>
            <w:r w:rsidR="00AA4FEE" w:rsidRPr="00384AF9">
              <w:t xml:space="preserve"> </w:t>
            </w:r>
            <w:r w:rsidRPr="00384AF9">
              <w:t xml:space="preserve">sports turf </w:t>
            </w:r>
            <w:r w:rsidRPr="001313EF">
              <w:t>surfaces.</w:t>
            </w:r>
          </w:p>
          <w:p w14:paraId="6471C22A" w14:textId="77777777" w:rsidR="001313EF" w:rsidRPr="00384AF9" w:rsidRDefault="001313EF" w:rsidP="001313EF">
            <w:pPr>
              <w:pStyle w:val="SIText"/>
            </w:pPr>
          </w:p>
          <w:p w14:paraId="424705A8" w14:textId="727BF324" w:rsidR="00F828B6" w:rsidRPr="00F828B6" w:rsidRDefault="00F828B6" w:rsidP="0045636F">
            <w:pPr>
              <w:pStyle w:val="SIText"/>
            </w:pPr>
            <w:r w:rsidRPr="00F828B6">
              <w:t>The unit applies to individuals working in a range of job contexts who undertake defined routine activities under supervision. They exercise limited autonomy within established and well known parameters, providing solutions to a limited range of predictable problems</w:t>
            </w:r>
          </w:p>
          <w:p w14:paraId="34771498" w14:textId="77777777" w:rsidR="008C7E07" w:rsidRPr="00384AF9" w:rsidRDefault="008C7E07" w:rsidP="001313EF">
            <w:pPr>
              <w:pStyle w:val="SIText"/>
            </w:pPr>
          </w:p>
          <w:p w14:paraId="318FB6DD" w14:textId="77777777" w:rsidR="00373436" w:rsidRPr="000754EC" w:rsidRDefault="001313EF" w:rsidP="001313EF">
            <w:pPr>
              <w:pStyle w:val="SIText"/>
            </w:pPr>
            <w:r w:rsidRPr="00384AF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FD587AF" w14:textId="77777777" w:rsidTr="00CA2922">
        <w:tc>
          <w:tcPr>
            <w:tcW w:w="1396" w:type="pct"/>
            <w:shd w:val="clear" w:color="auto" w:fill="auto"/>
          </w:tcPr>
          <w:p w14:paraId="1B8932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6842B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8D5317" w14:textId="77777777" w:rsidTr="00CA2922">
        <w:tc>
          <w:tcPr>
            <w:tcW w:w="1396" w:type="pct"/>
            <w:shd w:val="clear" w:color="auto" w:fill="auto"/>
          </w:tcPr>
          <w:p w14:paraId="2DC3067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DAC391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14B962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B8E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0F93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8D53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C186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BC3A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C2515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13EF" w:rsidRPr="00963A46" w14:paraId="745443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4A2059" w14:textId="5CF7E43F" w:rsidR="001313EF" w:rsidRPr="001313EF" w:rsidRDefault="001313EF">
            <w:pPr>
              <w:pStyle w:val="SIText"/>
            </w:pPr>
            <w:r>
              <w:t>1.</w:t>
            </w:r>
            <w:r w:rsidR="00422869">
              <w:t xml:space="preserve"> Plan and prepare for </w:t>
            </w:r>
            <w:r w:rsidRPr="001313EF">
              <w:t>turf area renovation</w:t>
            </w:r>
            <w:r w:rsidR="00422869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6B1F5D58" w14:textId="2B0F0247" w:rsidR="00AA4FEE" w:rsidRDefault="001313EF" w:rsidP="001313EF">
            <w:pPr>
              <w:pStyle w:val="SIText"/>
            </w:pPr>
            <w:r w:rsidRPr="00E62565">
              <w:t>1.1</w:t>
            </w:r>
            <w:r>
              <w:t xml:space="preserve"> </w:t>
            </w:r>
            <w:r w:rsidR="002D420D">
              <w:t>Interpret</w:t>
            </w:r>
            <w:r w:rsidR="00DE21DD" w:rsidRPr="00DE21DD">
              <w:t xml:space="preserve"> </w:t>
            </w:r>
            <w:r w:rsidR="00DE21DD">
              <w:t>s</w:t>
            </w:r>
            <w:r w:rsidR="00AA4FEE" w:rsidRPr="00AA4FEE">
              <w:t xml:space="preserve">ite plans </w:t>
            </w:r>
            <w:r w:rsidR="00DE21DD">
              <w:t>and</w:t>
            </w:r>
            <w:r w:rsidR="00AA4FEE" w:rsidRPr="00AA4FEE">
              <w:t xml:space="preserve"> locate services in consultation with supervisor </w:t>
            </w:r>
          </w:p>
          <w:p w14:paraId="0B404972" w14:textId="77777777" w:rsidR="00AA4FEE" w:rsidRDefault="00AA4FEE" w:rsidP="001313EF">
            <w:pPr>
              <w:pStyle w:val="SIText"/>
            </w:pPr>
            <w:r w:rsidRPr="00AA4FEE">
              <w:t xml:space="preserve">1.2 Confirm sports turf </w:t>
            </w:r>
            <w:r>
              <w:t xml:space="preserve">renovation </w:t>
            </w:r>
            <w:r w:rsidRPr="00AA4FEE">
              <w:t xml:space="preserve">work activity with supervisor </w:t>
            </w:r>
          </w:p>
          <w:p w14:paraId="36AF57FA" w14:textId="62A32FAB" w:rsidR="001313EF" w:rsidRDefault="001313EF" w:rsidP="001313EF">
            <w:pPr>
              <w:pStyle w:val="SIText"/>
            </w:pPr>
            <w:r w:rsidRPr="00E62565">
              <w:t>1.</w:t>
            </w:r>
            <w:r w:rsidR="00FE65C5">
              <w:t>3</w:t>
            </w:r>
            <w:r>
              <w:t xml:space="preserve"> </w:t>
            </w:r>
            <w:r w:rsidRPr="00E62565">
              <w:t xml:space="preserve">Identify work health and safety </w:t>
            </w:r>
            <w:r w:rsidR="00FE65C5">
              <w:t xml:space="preserve">and environmental </w:t>
            </w:r>
            <w:r w:rsidRPr="00E62565">
              <w:t>hazards</w:t>
            </w:r>
            <w:r w:rsidR="00AA4FEE">
              <w:t>, assess the risks and implement controls</w:t>
            </w:r>
            <w:r w:rsidR="00FE65C5">
              <w:t xml:space="preserve"> according to workplace health, </w:t>
            </w:r>
            <w:r w:rsidR="00AA4FEE">
              <w:t xml:space="preserve">safety </w:t>
            </w:r>
            <w:r w:rsidR="00FE65C5">
              <w:t>and environmental procedures</w:t>
            </w:r>
          </w:p>
          <w:p w14:paraId="268C76F8" w14:textId="3A74A1A1" w:rsidR="00FE65C5" w:rsidRPr="001313EF" w:rsidRDefault="00FE65C5" w:rsidP="001313EF">
            <w:pPr>
              <w:pStyle w:val="SIText"/>
            </w:pPr>
            <w:r>
              <w:t>1.4 R</w:t>
            </w:r>
            <w:r w:rsidRPr="00FE65C5">
              <w:t xml:space="preserve">eport </w:t>
            </w:r>
            <w:r>
              <w:t xml:space="preserve">abnormal health and safety and </w:t>
            </w:r>
            <w:r w:rsidRPr="00FE65C5">
              <w:t xml:space="preserve">environmental </w:t>
            </w:r>
            <w:r>
              <w:t>issues</w:t>
            </w:r>
            <w:r w:rsidRPr="00FE65C5">
              <w:t xml:space="preserve"> </w:t>
            </w:r>
            <w:r>
              <w:t>according to workplace procedures</w:t>
            </w:r>
          </w:p>
          <w:p w14:paraId="0BE1E67F" w14:textId="547F786E" w:rsidR="001313EF" w:rsidRPr="001313EF" w:rsidRDefault="001313EF">
            <w:pPr>
              <w:pStyle w:val="SIText"/>
            </w:pPr>
            <w:r w:rsidRPr="00E62565">
              <w:t>1.</w:t>
            </w:r>
            <w:r w:rsidR="00FE65C5">
              <w:t>5</w:t>
            </w:r>
            <w:r>
              <w:t xml:space="preserve"> </w:t>
            </w:r>
            <w:r w:rsidRPr="00E62565">
              <w:t>Select</w:t>
            </w:r>
            <w:r w:rsidR="00AA4FEE">
              <w:t xml:space="preserve">, </w:t>
            </w:r>
            <w:r w:rsidR="00B97F66">
              <w:t xml:space="preserve">ensure serviceability, fit </w:t>
            </w:r>
            <w:r w:rsidR="00AA4FEE">
              <w:t xml:space="preserve">and use </w:t>
            </w:r>
            <w:r w:rsidR="00FE65C5">
              <w:t xml:space="preserve">personal </w:t>
            </w:r>
            <w:r w:rsidRPr="00E62565">
              <w:t xml:space="preserve">safety equipment </w:t>
            </w:r>
          </w:p>
        </w:tc>
      </w:tr>
      <w:tr w:rsidR="001313EF" w:rsidRPr="00963A46" w14:paraId="654E06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AA4870" w14:textId="393C03AE" w:rsidR="001313EF" w:rsidRPr="001313EF" w:rsidRDefault="001313EF">
            <w:pPr>
              <w:pStyle w:val="SIText"/>
            </w:pPr>
            <w:r>
              <w:t>2.</w:t>
            </w:r>
            <w:r w:rsidR="00422869">
              <w:t xml:space="preserve"> </w:t>
            </w:r>
            <w:r w:rsidRPr="001313EF">
              <w:t>Prepare</w:t>
            </w:r>
            <w:r w:rsidR="00422869">
              <w:t xml:space="preserve"> materials, machinery and </w:t>
            </w:r>
            <w:r w:rsidRPr="001313EF">
              <w:t>equipment for turf renovation</w:t>
            </w:r>
            <w:r w:rsidR="00422869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22A9ED4C" w14:textId="5E8495CE" w:rsidR="001313EF" w:rsidRDefault="001313EF" w:rsidP="001313EF">
            <w:pPr>
              <w:pStyle w:val="SIText"/>
            </w:pPr>
            <w:r w:rsidRPr="00E62565">
              <w:t>2.1</w:t>
            </w:r>
            <w:r>
              <w:t xml:space="preserve"> </w:t>
            </w:r>
            <w:r w:rsidRPr="00E62565">
              <w:t>Select</w:t>
            </w:r>
            <w:r w:rsidR="00422869">
              <w:t xml:space="preserve"> and check </w:t>
            </w:r>
            <w:r w:rsidRPr="00E62565">
              <w:t>hand tools</w:t>
            </w:r>
            <w:r w:rsidR="008E18DD">
              <w:t xml:space="preserve">, equipment and machinery for </w:t>
            </w:r>
            <w:r w:rsidRPr="00E62565">
              <w:t xml:space="preserve">renovation </w:t>
            </w:r>
            <w:r w:rsidR="008E18DD">
              <w:t>work according to renovation program</w:t>
            </w:r>
            <w:r w:rsidR="00422869">
              <w:t xml:space="preserve"> and report faults according to workplace procedures</w:t>
            </w:r>
          </w:p>
          <w:p w14:paraId="05C53B54" w14:textId="7F67694D" w:rsidR="008E18DD" w:rsidRDefault="008E18DD" w:rsidP="001313EF">
            <w:pPr>
              <w:pStyle w:val="SIText"/>
            </w:pPr>
            <w:r>
              <w:t>2.2 Select and safely store chemicals required for renovation work according to renovation plan and workplace safety procedures</w:t>
            </w:r>
          </w:p>
          <w:p w14:paraId="2892DD66" w14:textId="639E2FC4" w:rsidR="00422869" w:rsidRDefault="008E18DD" w:rsidP="001313EF">
            <w:pPr>
              <w:pStyle w:val="SIText"/>
            </w:pPr>
            <w:r>
              <w:t xml:space="preserve">2.3 Select and store turf grass propagation material required for the renovation program to preserve its viability </w:t>
            </w:r>
          </w:p>
          <w:p w14:paraId="05032924" w14:textId="1FF99278" w:rsidR="001313EF" w:rsidRPr="001313EF" w:rsidRDefault="00422869">
            <w:pPr>
              <w:pStyle w:val="SIText"/>
            </w:pPr>
            <w:r>
              <w:t>2.4 Identify and select work site safety requirements according to workplace safety procedures and renovation site requirements</w:t>
            </w:r>
          </w:p>
        </w:tc>
      </w:tr>
      <w:tr w:rsidR="001313EF" w:rsidRPr="00963A46" w14:paraId="1EB13A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5832FE" w14:textId="715F7F44" w:rsidR="001313EF" w:rsidRPr="001313EF" w:rsidRDefault="001313EF" w:rsidP="001313EF">
            <w:pPr>
              <w:pStyle w:val="SIText"/>
            </w:pPr>
            <w:r w:rsidRPr="00E62565">
              <w:t>3.</w:t>
            </w:r>
            <w:r w:rsidR="00422869">
              <w:t xml:space="preserve"> </w:t>
            </w:r>
            <w:r w:rsidRPr="00E62565">
              <w:t>Undertake turf renovation</w:t>
            </w:r>
          </w:p>
        </w:tc>
        <w:tc>
          <w:tcPr>
            <w:tcW w:w="3604" w:type="pct"/>
            <w:shd w:val="clear" w:color="auto" w:fill="auto"/>
          </w:tcPr>
          <w:p w14:paraId="69734758" w14:textId="209BEE94" w:rsidR="00422869" w:rsidRDefault="00422869" w:rsidP="001313EF">
            <w:pPr>
              <w:pStyle w:val="SIText"/>
            </w:pPr>
            <w:r>
              <w:t>3.1 Conduct</w:t>
            </w:r>
            <w:r w:rsidRPr="00422869">
              <w:t xml:space="preserve"> pre-operational and safety checks on hand tools and renovation machinery </w:t>
            </w:r>
            <w:r>
              <w:t xml:space="preserve">and equipment </w:t>
            </w:r>
            <w:r w:rsidRPr="00422869">
              <w:t>according to workplace procedures and manufacturer instructions</w:t>
            </w:r>
          </w:p>
          <w:p w14:paraId="3BA94677" w14:textId="53C42A80" w:rsidR="001313EF" w:rsidRPr="001313EF" w:rsidRDefault="001313EF" w:rsidP="001313EF">
            <w:pPr>
              <w:pStyle w:val="SIText"/>
            </w:pPr>
            <w:r w:rsidRPr="00E62565">
              <w:t>3.</w:t>
            </w:r>
            <w:r w:rsidR="00422869">
              <w:t xml:space="preserve">2 </w:t>
            </w:r>
            <w:r w:rsidR="00422869" w:rsidRPr="00422869">
              <w:t xml:space="preserve">Implement site safety requirements and monitor and direct </w:t>
            </w:r>
            <w:r w:rsidR="008B7BD5">
              <w:t>play area</w:t>
            </w:r>
            <w:r w:rsidR="00422869" w:rsidRPr="00422869">
              <w:t xml:space="preserve"> users according to workplace procedures</w:t>
            </w:r>
          </w:p>
          <w:p w14:paraId="0CEA970B" w14:textId="50AECC5F" w:rsidR="001313EF" w:rsidRPr="001313EF" w:rsidRDefault="001313EF">
            <w:pPr>
              <w:pStyle w:val="SIText"/>
            </w:pPr>
            <w:r w:rsidRPr="00E62565">
              <w:t>3.3</w:t>
            </w:r>
            <w:r>
              <w:t xml:space="preserve"> </w:t>
            </w:r>
            <w:r w:rsidRPr="00E62565">
              <w:t>Operate turf renovation tools</w:t>
            </w:r>
            <w:r w:rsidR="008B7BD5">
              <w:t xml:space="preserve">, equipment </w:t>
            </w:r>
            <w:r w:rsidRPr="00E62565">
              <w:t>and machinery safely and effectively</w:t>
            </w:r>
            <w:r w:rsidR="008B7BD5">
              <w:t xml:space="preserve"> to renovate turf surface according to renovation program and workplace procedures</w:t>
            </w:r>
          </w:p>
        </w:tc>
      </w:tr>
      <w:tr w:rsidR="001313EF" w:rsidRPr="00963A46" w14:paraId="54F304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170D8B" w14:textId="77A25853" w:rsidR="001313EF" w:rsidRPr="001313EF" w:rsidRDefault="001313EF" w:rsidP="001313EF">
            <w:pPr>
              <w:pStyle w:val="SIText"/>
            </w:pPr>
            <w:r>
              <w:t>4.</w:t>
            </w:r>
            <w:r w:rsidR="00422869">
              <w:t xml:space="preserve"> </w:t>
            </w:r>
            <w:r w:rsidRPr="001313EF">
              <w:t>Complete turf renovation</w:t>
            </w:r>
          </w:p>
        </w:tc>
        <w:tc>
          <w:tcPr>
            <w:tcW w:w="3604" w:type="pct"/>
            <w:shd w:val="clear" w:color="auto" w:fill="auto"/>
          </w:tcPr>
          <w:p w14:paraId="3A66AAD6" w14:textId="16C9CD6F" w:rsidR="008B7BD5" w:rsidRPr="008B7BD5" w:rsidRDefault="001313EF" w:rsidP="008B7BD5">
            <w:r w:rsidRPr="00E62565">
              <w:t>4.1</w:t>
            </w:r>
            <w:r>
              <w:t xml:space="preserve"> </w:t>
            </w:r>
            <w:r w:rsidR="008B7BD5">
              <w:t>Collect and d</w:t>
            </w:r>
            <w:r w:rsidRPr="00E62565">
              <w:t xml:space="preserve">ispose of waste material </w:t>
            </w:r>
            <w:r w:rsidR="008B7BD5" w:rsidRPr="008B7BD5">
              <w:t>according to manufacturer instructions and workplace and environmental procedures</w:t>
            </w:r>
          </w:p>
          <w:p w14:paraId="23BE7344" w14:textId="56974650" w:rsidR="001313EF" w:rsidRPr="001313EF" w:rsidRDefault="001313EF" w:rsidP="001313EF">
            <w:pPr>
              <w:pStyle w:val="SIText"/>
            </w:pPr>
            <w:r w:rsidRPr="00E62565">
              <w:t>4.2</w:t>
            </w:r>
            <w:r>
              <w:t xml:space="preserve"> </w:t>
            </w:r>
            <w:r w:rsidRPr="00E62565">
              <w:t>Clean, maintain and store tools and machinery</w:t>
            </w:r>
            <w:r w:rsidR="008B7BD5">
              <w:t xml:space="preserve"> according to workplace procedures</w:t>
            </w:r>
          </w:p>
          <w:p w14:paraId="5C58C7BA" w14:textId="79D73023" w:rsidR="001313EF" w:rsidRPr="001313EF" w:rsidRDefault="001313EF">
            <w:pPr>
              <w:pStyle w:val="SIText"/>
            </w:pPr>
            <w:r w:rsidRPr="00E62565">
              <w:t>4.</w:t>
            </w:r>
            <w:r w:rsidR="00DF6EBA">
              <w:t>3</w:t>
            </w:r>
            <w:r>
              <w:t xml:space="preserve"> </w:t>
            </w:r>
            <w:r w:rsidRPr="00E62565">
              <w:t xml:space="preserve">Record </w:t>
            </w:r>
            <w:r w:rsidR="008B7BD5" w:rsidRPr="008B7BD5">
              <w:t>activities and report work outcomes according to workplace procedures</w:t>
            </w:r>
          </w:p>
        </w:tc>
      </w:tr>
    </w:tbl>
    <w:p w14:paraId="1121E0C1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B10372" w14:paraId="658A44F0" w14:textId="77777777" w:rsidTr="00B10372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D3E8C" w14:textId="77777777" w:rsidR="00B10372" w:rsidRPr="00B10372" w:rsidRDefault="00B10372" w:rsidP="00B10372">
            <w:pPr>
              <w:pStyle w:val="SIHeading2"/>
            </w:pPr>
            <w:r w:rsidRPr="00B10372">
              <w:lastRenderedPageBreak/>
              <w:t>Foundation Skills</w:t>
            </w:r>
          </w:p>
          <w:p w14:paraId="15652D5F" w14:textId="77777777" w:rsidR="00B10372" w:rsidRPr="00B10372" w:rsidRDefault="00B10372" w:rsidP="00B10372">
            <w:pPr>
              <w:rPr>
                <w:rStyle w:val="SIText-Italic"/>
                <w:lang w:eastAsia="en-US"/>
              </w:rPr>
            </w:pPr>
            <w:r w:rsidRPr="00B10372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10372" w14:paraId="2D546598" w14:textId="77777777" w:rsidTr="00B1037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3AA92" w14:textId="77777777" w:rsidR="00B10372" w:rsidRPr="00B10372" w:rsidRDefault="00B10372" w:rsidP="00B10372">
            <w:pPr>
              <w:pStyle w:val="SIText-Bold"/>
              <w:rPr>
                <w:rFonts w:eastAsiaTheme="majorEastAsia"/>
              </w:rPr>
            </w:pPr>
            <w:r w:rsidRPr="00B10372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4E6C" w14:textId="77777777" w:rsidR="00B10372" w:rsidRPr="00B10372" w:rsidRDefault="00B10372" w:rsidP="00B10372">
            <w:pPr>
              <w:pStyle w:val="SIText-Bold"/>
              <w:rPr>
                <w:rFonts w:eastAsiaTheme="majorEastAsia"/>
              </w:rPr>
            </w:pPr>
            <w:r w:rsidRPr="00B10372">
              <w:rPr>
                <w:rFonts w:eastAsiaTheme="majorEastAsia"/>
              </w:rPr>
              <w:t>Description</w:t>
            </w:r>
          </w:p>
        </w:tc>
      </w:tr>
      <w:tr w:rsidR="00B10372" w14:paraId="71828F6C" w14:textId="77777777" w:rsidTr="00B103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C364" w14:textId="77777777" w:rsidR="00B10372" w:rsidRPr="00B10372" w:rsidRDefault="00B10372" w:rsidP="00B10372">
            <w:pPr>
              <w:pStyle w:val="SIText"/>
            </w:pPr>
            <w:r w:rsidRPr="00B1037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A54" w14:textId="4DBD58A5" w:rsidR="00B10372" w:rsidRPr="00B10372" w:rsidRDefault="005D54EE" w:rsidP="00C77ED8">
            <w:pPr>
              <w:pStyle w:val="SIBulletList1"/>
            </w:pPr>
            <w:r w:rsidRPr="005D54EE">
              <w:t xml:space="preserve">Interpret </w:t>
            </w:r>
            <w:r w:rsidR="00C77ED8">
              <w:t xml:space="preserve">symbols and text on turf renovation </w:t>
            </w:r>
            <w:r w:rsidRPr="005D54EE">
              <w:t xml:space="preserve">plans and instructions to identify key information </w:t>
            </w:r>
            <w:r w:rsidR="00C77ED8">
              <w:t xml:space="preserve">and sequence </w:t>
            </w:r>
            <w:r>
              <w:t>renovation activities</w:t>
            </w:r>
          </w:p>
        </w:tc>
      </w:tr>
      <w:tr w:rsidR="00B10372" w14:paraId="3E429718" w14:textId="77777777" w:rsidTr="00B103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49A4" w14:textId="77777777" w:rsidR="00B10372" w:rsidRPr="00B10372" w:rsidRDefault="00B10372" w:rsidP="00B10372">
            <w:pPr>
              <w:pStyle w:val="SIText"/>
            </w:pPr>
            <w:r w:rsidRPr="00B10372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D81B" w14:textId="77777777" w:rsidR="00C77ED8" w:rsidRPr="00C77ED8" w:rsidRDefault="00C77ED8" w:rsidP="00C77ED8">
            <w:pPr>
              <w:pStyle w:val="SIBulletList1"/>
            </w:pPr>
            <w:r w:rsidRPr="00C77ED8">
              <w:t>Use open and closed questions logically to clarify work instructions</w:t>
            </w:r>
          </w:p>
          <w:p w14:paraId="1BC70CCB" w14:textId="4F5EA075" w:rsidR="00B10372" w:rsidRPr="00B10372" w:rsidRDefault="00C77ED8" w:rsidP="00F03D04">
            <w:pPr>
              <w:pStyle w:val="SIBulletList1"/>
            </w:pPr>
            <w:r w:rsidRPr="00C77ED8">
              <w:t xml:space="preserve">Use industry terminology to communicate with </w:t>
            </w:r>
            <w:r w:rsidR="00F03D04">
              <w:t>supervisor</w:t>
            </w:r>
          </w:p>
        </w:tc>
      </w:tr>
      <w:tr w:rsidR="00C77ED8" w:rsidRPr="00B9371A" w14:paraId="3D10BFD9" w14:textId="77777777" w:rsidTr="0032792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D831" w14:textId="77777777" w:rsidR="00C77ED8" w:rsidRPr="00C77ED8" w:rsidRDefault="00C77ED8" w:rsidP="00C77ED8">
            <w:pPr>
              <w:pStyle w:val="SIText"/>
            </w:pPr>
            <w:r w:rsidRPr="00C77ED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9D21" w14:textId="77777777" w:rsidR="00C77ED8" w:rsidRPr="00C77ED8" w:rsidRDefault="00C77ED8" w:rsidP="00C77ED8">
            <w:pPr>
              <w:pStyle w:val="SIBulletList1"/>
            </w:pPr>
            <w:r w:rsidRPr="00C77ED8">
              <w:t xml:space="preserve">Estimates and calculates distance, area, volumes and ratio </w:t>
            </w:r>
          </w:p>
        </w:tc>
      </w:tr>
    </w:tbl>
    <w:p w14:paraId="361753C6" w14:textId="10F4639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3D313B" w14:textId="77777777" w:rsidTr="00F33FF2">
        <w:tc>
          <w:tcPr>
            <w:tcW w:w="5000" w:type="pct"/>
            <w:gridSpan w:val="4"/>
          </w:tcPr>
          <w:p w14:paraId="02184C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D78F37" w14:textId="77777777" w:rsidTr="00F33FF2">
        <w:tc>
          <w:tcPr>
            <w:tcW w:w="1028" w:type="pct"/>
          </w:tcPr>
          <w:p w14:paraId="3B96A23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CDAEE0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EA63A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FDC0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313EF" w14:paraId="2BA6A086" w14:textId="77777777" w:rsidTr="00F33FF2">
        <w:tc>
          <w:tcPr>
            <w:tcW w:w="1028" w:type="pct"/>
          </w:tcPr>
          <w:p w14:paraId="589DFD2E" w14:textId="77777777" w:rsidR="001313EF" w:rsidRPr="001313EF" w:rsidRDefault="001313EF" w:rsidP="001313EF">
            <w:pPr>
              <w:pStyle w:val="SIText"/>
            </w:pPr>
            <w:r w:rsidRPr="00EF2749">
              <w:t>AHCTRF203 Renovate grassed areas</w:t>
            </w:r>
          </w:p>
        </w:tc>
        <w:tc>
          <w:tcPr>
            <w:tcW w:w="1105" w:type="pct"/>
          </w:tcPr>
          <w:p w14:paraId="4006C380" w14:textId="73E245BB" w:rsidR="001313EF" w:rsidRPr="001313EF" w:rsidRDefault="001313EF">
            <w:pPr>
              <w:pStyle w:val="SIText"/>
            </w:pPr>
            <w:r w:rsidRPr="00EF2749">
              <w:t>AHCTRF203 Renovate grassed areas</w:t>
            </w:r>
          </w:p>
        </w:tc>
        <w:tc>
          <w:tcPr>
            <w:tcW w:w="1251" w:type="pct"/>
          </w:tcPr>
          <w:p w14:paraId="491F3321" w14:textId="2413EFCE" w:rsidR="007369F3" w:rsidRDefault="007369F3" w:rsidP="007369F3">
            <w:pPr>
              <w:pStyle w:val="SIText"/>
            </w:pPr>
            <w:r w:rsidRPr="0033409D">
              <w:t xml:space="preserve">Changes to </w:t>
            </w:r>
            <w:r>
              <w:t xml:space="preserve">Elements and </w:t>
            </w:r>
            <w:r w:rsidRPr="0033409D">
              <w:t>Performance Criteria for clarity</w:t>
            </w:r>
            <w:r>
              <w:t xml:space="preserve">.  </w:t>
            </w:r>
          </w:p>
          <w:p w14:paraId="4CF953CD" w14:textId="2BE38A2E" w:rsidR="007369F3" w:rsidRDefault="007369F3" w:rsidP="007369F3">
            <w:r>
              <w:br/>
            </w:r>
            <w:r w:rsidRPr="008B6B3B">
              <w:t>Updated Performance Evidence and Knowledge Evidence</w:t>
            </w:r>
          </w:p>
          <w:p w14:paraId="5E86CDA8" w14:textId="15116104" w:rsidR="001313EF" w:rsidRPr="000754EC" w:rsidRDefault="001313EF" w:rsidP="001313EF">
            <w:pPr>
              <w:pStyle w:val="SIText"/>
            </w:pPr>
          </w:p>
        </w:tc>
        <w:tc>
          <w:tcPr>
            <w:tcW w:w="1616" w:type="pct"/>
          </w:tcPr>
          <w:p w14:paraId="748C7CCC" w14:textId="77777777" w:rsidR="001313EF" w:rsidRPr="001313EF" w:rsidRDefault="001313EF" w:rsidP="001313EF">
            <w:pPr>
              <w:pStyle w:val="SIText"/>
            </w:pPr>
            <w:r w:rsidRPr="000754EC">
              <w:t xml:space="preserve">Equivalent unit </w:t>
            </w:r>
          </w:p>
          <w:p w14:paraId="4C9C84FC" w14:textId="77777777" w:rsidR="001313EF" w:rsidRPr="001313EF" w:rsidRDefault="001313EF" w:rsidP="001313EF">
            <w:pPr>
              <w:pStyle w:val="SIText"/>
            </w:pPr>
          </w:p>
        </w:tc>
      </w:tr>
    </w:tbl>
    <w:p w14:paraId="3268FA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99C610" w14:textId="77777777" w:rsidTr="00CA2922">
        <w:tc>
          <w:tcPr>
            <w:tcW w:w="1396" w:type="pct"/>
            <w:shd w:val="clear" w:color="auto" w:fill="auto"/>
          </w:tcPr>
          <w:p w14:paraId="005F58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D3B37E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E501B25" w14:textId="77777777" w:rsidR="00F1480E" w:rsidRDefault="00F1480E" w:rsidP="005F771F">
      <w:pPr>
        <w:pStyle w:val="SIText"/>
      </w:pPr>
    </w:p>
    <w:p w14:paraId="522E314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D57F8E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125850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6C35C8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1313EF" w:rsidRPr="001313EF">
              <w:t>AHCTRF203 Renovate grassed areas</w:t>
            </w:r>
          </w:p>
        </w:tc>
      </w:tr>
      <w:tr w:rsidR="00556C4C" w:rsidRPr="00A55106" w14:paraId="617CC7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F44E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B61D6" w14:textId="77777777" w:rsidTr="00113678">
        <w:tc>
          <w:tcPr>
            <w:tcW w:w="5000" w:type="pct"/>
            <w:gridSpan w:val="2"/>
            <w:shd w:val="clear" w:color="auto" w:fill="auto"/>
          </w:tcPr>
          <w:p w14:paraId="4A7B221E" w14:textId="53E95BDE" w:rsidR="008B7BD5" w:rsidRDefault="008C7E07" w:rsidP="008B7BD5">
            <w:r w:rsidRPr="008C7E07">
              <w:t xml:space="preserve">An individual demonstrating competency must satisfy all of the elements and performance </w:t>
            </w:r>
            <w:r w:rsidRPr="00B10372">
              <w:t>criteria</w:t>
            </w:r>
            <w:r w:rsidRPr="008C7E07">
              <w:t xml:space="preserve"> in this unit. </w:t>
            </w:r>
          </w:p>
          <w:p w14:paraId="4A1725FB" w14:textId="4A99FE42" w:rsidR="00AB4875" w:rsidRDefault="00AB4875" w:rsidP="008B7BD5">
            <w:r w:rsidRPr="00AB4875">
              <w:t>There must be evidence that the individual has on at least one occasion renovate</w:t>
            </w:r>
            <w:r w:rsidR="00C77ED8">
              <w:t>d</w:t>
            </w:r>
            <w:r w:rsidRPr="00AB4875">
              <w:t xml:space="preserve"> a sports turf area ensuring they have:</w:t>
            </w:r>
          </w:p>
          <w:p w14:paraId="7B8B7A43" w14:textId="1D88562F" w:rsidR="00A2257E" w:rsidRDefault="005D54EE">
            <w:pPr>
              <w:pStyle w:val="SIBulletList1"/>
            </w:pPr>
            <w:r>
              <w:t xml:space="preserve">identified </w:t>
            </w:r>
            <w:r w:rsidR="008C4AE8">
              <w:t xml:space="preserve">work </w:t>
            </w:r>
            <w:r w:rsidR="00D830C5">
              <w:t xml:space="preserve">site impediments and required renovation </w:t>
            </w:r>
            <w:r w:rsidR="008C4AE8">
              <w:t>activity in consultation with supervisor</w:t>
            </w:r>
          </w:p>
          <w:p w14:paraId="31CFEF70" w14:textId="498E30A2" w:rsidR="008C4AE8" w:rsidRDefault="008C4AE8">
            <w:pPr>
              <w:pStyle w:val="SIBulletList1"/>
            </w:pPr>
            <w:r>
              <w:t>identified, hazards and risks and implemented control measure for personal and site specific safety according to workplace safety procedures</w:t>
            </w:r>
          </w:p>
          <w:p w14:paraId="6BDE70C5" w14:textId="62AFD85C" w:rsidR="008C4AE8" w:rsidRDefault="005202BC">
            <w:pPr>
              <w:pStyle w:val="SIBulletList1"/>
            </w:pPr>
            <w:r>
              <w:t>p</w:t>
            </w:r>
            <w:r w:rsidR="008C4AE8">
              <w:t xml:space="preserve">repared materials, equipment, machinery and </w:t>
            </w:r>
            <w:r>
              <w:t xml:space="preserve">turf </w:t>
            </w:r>
            <w:r w:rsidR="008C4AE8">
              <w:t>propagation materials</w:t>
            </w:r>
            <w:r>
              <w:t xml:space="preserve"> ready for implementation according to restoration program</w:t>
            </w:r>
          </w:p>
          <w:p w14:paraId="61F9F3CB" w14:textId="616A0963" w:rsidR="005202BC" w:rsidRDefault="005202BC">
            <w:pPr>
              <w:pStyle w:val="SIBulletList1"/>
            </w:pPr>
            <w:r>
              <w:t>performed turf renovation activities safely using equipment, machinery and materials according to renovation plan and workplace procedures</w:t>
            </w:r>
          </w:p>
          <w:p w14:paraId="2470355C" w14:textId="36864E64" w:rsidR="005202BC" w:rsidRDefault="00D830C5" w:rsidP="005202BC">
            <w:pPr>
              <w:pStyle w:val="SIBulletList1"/>
            </w:pPr>
            <w:r>
              <w:t>collected waste from renovation works and disposed of safely according to workplace safety and environmental procedures</w:t>
            </w:r>
          </w:p>
          <w:p w14:paraId="729AA9C0" w14:textId="0957F84D" w:rsidR="005202BC" w:rsidRPr="005202BC" w:rsidRDefault="00C77ED8" w:rsidP="005202BC">
            <w:pPr>
              <w:pStyle w:val="SIBulletList1"/>
            </w:pPr>
            <w:r>
              <w:t xml:space="preserve">safely </w:t>
            </w:r>
            <w:r w:rsidR="005202BC" w:rsidRPr="00751A41">
              <w:t>transport</w:t>
            </w:r>
            <w:r w:rsidR="005202BC">
              <w:t>ed</w:t>
            </w:r>
            <w:r w:rsidR="005202BC" w:rsidRPr="00751A41">
              <w:t>, clean</w:t>
            </w:r>
            <w:r w:rsidR="005202BC">
              <w:t>ed</w:t>
            </w:r>
            <w:r w:rsidR="005202BC" w:rsidRPr="00751A41">
              <w:t xml:space="preserve"> and store</w:t>
            </w:r>
            <w:r w:rsidR="005202BC">
              <w:t>d</w:t>
            </w:r>
            <w:r w:rsidR="005202BC" w:rsidRPr="00751A41">
              <w:t xml:space="preserve"> turf renovation machinery and equipment</w:t>
            </w:r>
          </w:p>
          <w:p w14:paraId="6D4B4538" w14:textId="56367815" w:rsidR="00556C4C" w:rsidRPr="000754EC" w:rsidRDefault="001313EF" w:rsidP="001313EF">
            <w:pPr>
              <w:pStyle w:val="SIBulletList1"/>
            </w:pPr>
            <w:proofErr w:type="gramStart"/>
            <w:r w:rsidRPr="00751A41">
              <w:t>record</w:t>
            </w:r>
            <w:r w:rsidR="008C4AE8">
              <w:t>ed</w:t>
            </w:r>
            <w:proofErr w:type="gramEnd"/>
            <w:r w:rsidR="008C4AE8">
              <w:t xml:space="preserve"> and reported</w:t>
            </w:r>
            <w:r w:rsidRPr="00751A41">
              <w:t xml:space="preserve"> turf </w:t>
            </w:r>
            <w:r w:rsidR="008C4AE8">
              <w:t>renovation activities, faults and issues</w:t>
            </w:r>
            <w:r w:rsidR="008C4AE8" w:rsidRPr="001313EF">
              <w:t xml:space="preserve"> </w:t>
            </w:r>
            <w:r w:rsidR="008C4AE8">
              <w:t>according to enterprise procedures</w:t>
            </w:r>
            <w:r w:rsidR="00D830C5">
              <w:t>.</w:t>
            </w:r>
          </w:p>
        </w:tc>
      </w:tr>
    </w:tbl>
    <w:p w14:paraId="78D54F8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5C61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596A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6C22C3C" w14:textId="77777777" w:rsidTr="00CA2922">
        <w:tc>
          <w:tcPr>
            <w:tcW w:w="5000" w:type="pct"/>
            <w:shd w:val="clear" w:color="auto" w:fill="auto"/>
          </w:tcPr>
          <w:p w14:paraId="7288D0EC" w14:textId="0CE61A4F" w:rsidR="00234FD8" w:rsidRDefault="008C7E07" w:rsidP="00DB01BD">
            <w:pPr>
              <w:pStyle w:val="SIText"/>
            </w:pPr>
            <w:r w:rsidRPr="008C7E07">
              <w:t>An individual must be able to demonstrate the knowledge required to perform the tasks outlined in the elements and performance criteria of this unit. This includes knowledge of:</w:t>
            </w:r>
          </w:p>
          <w:p w14:paraId="2E65047C" w14:textId="77777777" w:rsidR="008C7E07" w:rsidRDefault="008C7E07" w:rsidP="00DB01BD">
            <w:pPr>
              <w:pStyle w:val="SIText"/>
            </w:pPr>
          </w:p>
          <w:p w14:paraId="47169550" w14:textId="398BCCB4" w:rsidR="001313EF" w:rsidRDefault="001313EF" w:rsidP="00234FD8">
            <w:pPr>
              <w:pStyle w:val="SIBulletList1"/>
            </w:pPr>
            <w:r w:rsidRPr="00751A41">
              <w:t>principles and practices of grass area renovation</w:t>
            </w:r>
            <w:r w:rsidR="002E5E8C">
              <w:t xml:space="preserve"> activities including:</w:t>
            </w:r>
          </w:p>
          <w:p w14:paraId="7296E0AC" w14:textId="060BC159" w:rsidR="008C4AE8" w:rsidRPr="008C4AE8" w:rsidRDefault="008C4AE8" w:rsidP="00DB01BD">
            <w:pPr>
              <w:pStyle w:val="SIBulletList2"/>
            </w:pPr>
            <w:r w:rsidRPr="008C4AE8">
              <w:t xml:space="preserve">purpose of turf renovation programs </w:t>
            </w:r>
            <w:r>
              <w:t>for</w:t>
            </w:r>
            <w:r w:rsidRPr="008C4AE8">
              <w:t xml:space="preserve"> maintaining turf presentation</w:t>
            </w:r>
            <w:r>
              <w:t xml:space="preserve"> and use</w:t>
            </w:r>
          </w:p>
          <w:p w14:paraId="486B01DE" w14:textId="53C29F73" w:rsidR="001313EF" w:rsidRDefault="001313EF" w:rsidP="00DB01BD">
            <w:pPr>
              <w:pStyle w:val="SIBulletList2"/>
            </w:pPr>
            <w:r w:rsidRPr="00751A41">
              <w:t>soil</w:t>
            </w:r>
            <w:r w:rsidR="002E5E8C">
              <w:t>s and soil</w:t>
            </w:r>
            <w:r w:rsidRPr="00751A41">
              <w:t xml:space="preserve"> preparation for renovation</w:t>
            </w:r>
          </w:p>
          <w:p w14:paraId="01D7AEBC" w14:textId="6638660B" w:rsidR="002E5E8C" w:rsidRPr="002E5E8C" w:rsidRDefault="002E5E8C" w:rsidP="00DB01BD">
            <w:pPr>
              <w:pStyle w:val="SIBulletList2"/>
            </w:pPr>
            <w:r w:rsidRPr="002E5E8C">
              <w:t xml:space="preserve">turf grass </w:t>
            </w:r>
            <w:r w:rsidR="00234FD8">
              <w:t xml:space="preserve">species and effect on </w:t>
            </w:r>
            <w:r w:rsidR="00234FD8" w:rsidRPr="00234FD8">
              <w:t>mat</w:t>
            </w:r>
            <w:r w:rsidR="00234FD8">
              <w:t>,</w:t>
            </w:r>
            <w:r w:rsidR="00234FD8" w:rsidRPr="00234FD8">
              <w:t xml:space="preserve"> </w:t>
            </w:r>
            <w:r w:rsidRPr="002E5E8C">
              <w:t>thatch and dethatching techniques</w:t>
            </w:r>
          </w:p>
          <w:p w14:paraId="1CAFAF68" w14:textId="118D571B" w:rsidR="00234FD8" w:rsidRDefault="00234FD8" w:rsidP="00DB01BD">
            <w:pPr>
              <w:pStyle w:val="SIBulletList2"/>
            </w:pPr>
            <w:r>
              <w:t xml:space="preserve">soil aeration and compaction including, </w:t>
            </w:r>
            <w:r w:rsidR="008C4AE8">
              <w:t>core</w:t>
            </w:r>
            <w:r w:rsidRPr="00234FD8">
              <w:t xml:space="preserve">, solid </w:t>
            </w:r>
            <w:proofErr w:type="spellStart"/>
            <w:r w:rsidR="008C4AE8" w:rsidRPr="00234FD8">
              <w:t>t</w:t>
            </w:r>
            <w:r w:rsidR="007504AC">
              <w:t>y</w:t>
            </w:r>
            <w:r w:rsidR="008C4AE8" w:rsidRPr="00234FD8">
              <w:t>n</w:t>
            </w:r>
            <w:r w:rsidR="008C4AE8">
              <w:t>e</w:t>
            </w:r>
            <w:proofErr w:type="spellEnd"/>
            <w:r w:rsidRPr="00234FD8">
              <w:t>, water injection</w:t>
            </w:r>
          </w:p>
          <w:p w14:paraId="673446F0" w14:textId="51FE1BA2" w:rsidR="00234FD8" w:rsidRDefault="00234FD8" w:rsidP="00DB01BD">
            <w:pPr>
              <w:pStyle w:val="SIBulletList2"/>
            </w:pPr>
            <w:r>
              <w:t>impact of soil compaction and thatch on irrigation and i</w:t>
            </w:r>
            <w:r w:rsidRPr="00234FD8">
              <w:t>nfiltration</w:t>
            </w:r>
            <w:r>
              <w:t xml:space="preserve"> rate</w:t>
            </w:r>
          </w:p>
          <w:p w14:paraId="7EE0CD7F" w14:textId="19A160C4" w:rsidR="00234FD8" w:rsidRPr="00234FD8" w:rsidRDefault="00234FD8" w:rsidP="00DB01BD">
            <w:pPr>
              <w:pStyle w:val="SIBulletList2"/>
            </w:pPr>
            <w:r>
              <w:t xml:space="preserve">turf grass improvements using </w:t>
            </w:r>
            <w:r w:rsidRPr="00234FD8">
              <w:t>topdressing, dusting, shaving, scarifying</w:t>
            </w:r>
            <w:r>
              <w:t xml:space="preserve"> and </w:t>
            </w:r>
            <w:r w:rsidRPr="00234FD8">
              <w:t>grooming</w:t>
            </w:r>
          </w:p>
          <w:p w14:paraId="4C337964" w14:textId="6C6BD89D" w:rsidR="001313EF" w:rsidRDefault="001313EF" w:rsidP="00DB01BD">
            <w:pPr>
              <w:pStyle w:val="SIBulletList2"/>
            </w:pPr>
            <w:r w:rsidRPr="00751A41">
              <w:t xml:space="preserve">effect of adverse </w:t>
            </w:r>
            <w:r w:rsidR="00234FD8">
              <w:t>weather</w:t>
            </w:r>
            <w:r w:rsidRPr="00751A41">
              <w:t xml:space="preserve"> conditions</w:t>
            </w:r>
            <w:r w:rsidR="00234FD8">
              <w:t xml:space="preserve"> on renovation activities</w:t>
            </w:r>
          </w:p>
          <w:p w14:paraId="75425BC6" w14:textId="0DC7C1F5" w:rsidR="00CA57C9" w:rsidRPr="001313EF" w:rsidRDefault="00CA57C9" w:rsidP="00DB01BD">
            <w:pPr>
              <w:pStyle w:val="SIBulletList2"/>
            </w:pPr>
            <w:r>
              <w:t>levelling turf surfaces</w:t>
            </w:r>
          </w:p>
          <w:p w14:paraId="698574D1" w14:textId="339A1750" w:rsidR="00CA57C9" w:rsidRDefault="007504AC" w:rsidP="00DB01BD">
            <w:pPr>
              <w:pStyle w:val="SIBulletList1"/>
            </w:pPr>
            <w:r w:rsidRPr="00751A41">
              <w:t xml:space="preserve">effective and safe use </w:t>
            </w:r>
            <w:r>
              <w:t xml:space="preserve">of </w:t>
            </w:r>
            <w:r w:rsidR="00CA57C9">
              <w:t>equipment commonly used for sports turf renovation programs including:</w:t>
            </w:r>
          </w:p>
          <w:p w14:paraId="61023043" w14:textId="0061F713" w:rsidR="007504AC" w:rsidRPr="00DB01BD" w:rsidRDefault="007504AC">
            <w:pPr>
              <w:pStyle w:val="SIBulletList2"/>
            </w:pPr>
            <w:proofErr w:type="spellStart"/>
            <w:r w:rsidRPr="00DB01BD">
              <w:t>scarifier</w:t>
            </w:r>
            <w:proofErr w:type="spellEnd"/>
          </w:p>
          <w:p w14:paraId="2C027719" w14:textId="3C2ED69E" w:rsidR="007504AC" w:rsidRPr="00DB01BD" w:rsidRDefault="007504AC">
            <w:pPr>
              <w:pStyle w:val="SIBulletList2"/>
            </w:pPr>
            <w:r w:rsidRPr="00DB01BD">
              <w:t>sod cutter</w:t>
            </w:r>
          </w:p>
          <w:p w14:paraId="759FBE1D" w14:textId="639EB605" w:rsidR="007504AC" w:rsidRPr="00DB01BD" w:rsidRDefault="007504AC">
            <w:pPr>
              <w:pStyle w:val="SIBulletList2"/>
            </w:pPr>
            <w:r w:rsidRPr="00DB01BD">
              <w:t>corer</w:t>
            </w:r>
          </w:p>
          <w:p w14:paraId="0C4D5C0B" w14:textId="21E9F827" w:rsidR="007504AC" w:rsidRPr="00DB01BD" w:rsidRDefault="007504AC">
            <w:pPr>
              <w:pStyle w:val="SIBulletList2"/>
            </w:pPr>
            <w:r w:rsidRPr="00DB01BD">
              <w:t>slicer</w:t>
            </w:r>
          </w:p>
          <w:p w14:paraId="0ED0CF11" w14:textId="1A54D451" w:rsidR="007504AC" w:rsidRPr="00DB01BD" w:rsidRDefault="007504AC">
            <w:pPr>
              <w:pStyle w:val="SIBulletList2"/>
            </w:pPr>
            <w:r w:rsidRPr="00DB01BD">
              <w:t>shaver</w:t>
            </w:r>
          </w:p>
          <w:p w14:paraId="7BA47412" w14:textId="7B5D33D4" w:rsidR="007504AC" w:rsidRPr="00DB01BD" w:rsidRDefault="007504AC">
            <w:pPr>
              <w:pStyle w:val="SIBulletList2"/>
            </w:pPr>
            <w:r w:rsidRPr="00DB01BD">
              <w:t>top</w:t>
            </w:r>
            <w:r>
              <w:t xml:space="preserve"> </w:t>
            </w:r>
            <w:r w:rsidRPr="00DB01BD">
              <w:t>dresser</w:t>
            </w:r>
          </w:p>
          <w:p w14:paraId="6F05DFE1" w14:textId="419A47CC" w:rsidR="007504AC" w:rsidRPr="00DB01BD" w:rsidRDefault="007504AC">
            <w:pPr>
              <w:pStyle w:val="SIBulletList2"/>
            </w:pPr>
            <w:r w:rsidRPr="00DB01BD">
              <w:t>drag</w:t>
            </w:r>
            <w:r>
              <w:t xml:space="preserve"> </w:t>
            </w:r>
            <w:r w:rsidRPr="00DB01BD">
              <w:t>mat</w:t>
            </w:r>
          </w:p>
          <w:p w14:paraId="4F6AB8FE" w14:textId="785E5769" w:rsidR="007504AC" w:rsidRPr="00DB01BD" w:rsidRDefault="007504AC">
            <w:pPr>
              <w:pStyle w:val="SIBulletList2"/>
            </w:pPr>
            <w:r w:rsidRPr="00DB01BD">
              <w:t>fertiliser spreader</w:t>
            </w:r>
          </w:p>
          <w:p w14:paraId="4C47C4A9" w14:textId="46AC2684" w:rsidR="007504AC" w:rsidRPr="00DB01BD" w:rsidRDefault="007504AC">
            <w:pPr>
              <w:pStyle w:val="SIBulletList2"/>
            </w:pPr>
            <w:r w:rsidRPr="00DB01BD">
              <w:t>transporter</w:t>
            </w:r>
          </w:p>
          <w:p w14:paraId="78505FCF" w14:textId="3ADC0AAC" w:rsidR="007504AC" w:rsidRPr="00DB01BD" w:rsidRDefault="007504AC">
            <w:pPr>
              <w:pStyle w:val="SIBulletList2"/>
            </w:pPr>
            <w:r w:rsidRPr="00DB01BD">
              <w:t>loader, bobcat or similar</w:t>
            </w:r>
          </w:p>
          <w:p w14:paraId="3182EDCB" w14:textId="5B0574C3" w:rsidR="007504AC" w:rsidRPr="00DB01BD" w:rsidRDefault="007504AC">
            <w:pPr>
              <w:pStyle w:val="SIBulletList2"/>
            </w:pPr>
            <w:r w:rsidRPr="00DB01BD">
              <w:t xml:space="preserve">hand tolls, </w:t>
            </w:r>
            <w:proofErr w:type="spellStart"/>
            <w:r w:rsidRPr="00DB01BD">
              <w:t>tynes</w:t>
            </w:r>
            <w:proofErr w:type="spellEnd"/>
            <w:r w:rsidRPr="00DB01BD">
              <w:t>, shovels, spades, level lawns, wheelbarrows</w:t>
            </w:r>
          </w:p>
          <w:p w14:paraId="3919BC8F" w14:textId="77777777" w:rsidR="00234FD8" w:rsidRPr="007504AC" w:rsidRDefault="00234FD8" w:rsidP="00DB01BD">
            <w:pPr>
              <w:pStyle w:val="SIBulletList2"/>
            </w:pPr>
            <w:r w:rsidRPr="007504AC">
              <w:t>influences on the selection of tools, machinery and safety equipment</w:t>
            </w:r>
          </w:p>
          <w:p w14:paraId="28068D6B" w14:textId="3E6C15DB" w:rsidR="00234FD8" w:rsidRDefault="00CA57C9" w:rsidP="00DB01BD">
            <w:pPr>
              <w:pStyle w:val="SIBulletList2"/>
            </w:pPr>
            <w:r>
              <w:t xml:space="preserve">common </w:t>
            </w:r>
            <w:r w:rsidR="00234FD8">
              <w:t>pre and post operational checks of equipment</w:t>
            </w:r>
          </w:p>
          <w:p w14:paraId="1E6C0ADB" w14:textId="041FDE44" w:rsidR="00234FD8" w:rsidRPr="00234FD8" w:rsidRDefault="00234FD8" w:rsidP="00DB01BD">
            <w:pPr>
              <w:pStyle w:val="SIBulletList2"/>
            </w:pPr>
            <w:r>
              <w:t>adjustments and settings for renovation equipment</w:t>
            </w:r>
          </w:p>
          <w:p w14:paraId="2FFB3615" w14:textId="27C3A66E" w:rsidR="001313EF" w:rsidRPr="001313EF" w:rsidRDefault="00234FD8" w:rsidP="00DB01BD">
            <w:pPr>
              <w:pStyle w:val="SIBulletList1"/>
            </w:pPr>
            <w:r>
              <w:t xml:space="preserve">assessment of safety </w:t>
            </w:r>
            <w:r w:rsidR="001313EF" w:rsidRPr="00751A41">
              <w:t xml:space="preserve">hazards and </w:t>
            </w:r>
            <w:r>
              <w:t xml:space="preserve">risks when renovating turf areas including </w:t>
            </w:r>
            <w:r w:rsidR="001313EF" w:rsidRPr="00751A41">
              <w:t>responsibilities</w:t>
            </w:r>
            <w:r>
              <w:t xml:space="preserve"> of</w:t>
            </w:r>
            <w:r w:rsidR="001313EF" w:rsidRPr="00751A41">
              <w:t xml:space="preserve"> working near public</w:t>
            </w:r>
          </w:p>
          <w:p w14:paraId="38D63F49" w14:textId="1682A96C" w:rsidR="00F1480E" w:rsidRDefault="001313EF" w:rsidP="00DB01BD">
            <w:pPr>
              <w:pStyle w:val="SIBulletList2"/>
            </w:pPr>
            <w:r w:rsidRPr="00751A41">
              <w:t xml:space="preserve">potential </w:t>
            </w:r>
            <w:r w:rsidR="00234FD8">
              <w:t xml:space="preserve">hazards and risks associated with </w:t>
            </w:r>
            <w:r w:rsidRPr="00751A41">
              <w:t>turf renovation work sites</w:t>
            </w:r>
          </w:p>
          <w:p w14:paraId="218BA52F" w14:textId="77777777" w:rsidR="00234FD8" w:rsidRDefault="00234FD8" w:rsidP="00DB01BD">
            <w:pPr>
              <w:pStyle w:val="SIBulletList2"/>
            </w:pPr>
            <w:r>
              <w:t>barriers and exclusions zones</w:t>
            </w:r>
          </w:p>
          <w:p w14:paraId="054CB28D" w14:textId="77777777" w:rsidR="00234FD8" w:rsidRDefault="00234FD8" w:rsidP="00DB01BD">
            <w:pPr>
              <w:pStyle w:val="SIBulletList2"/>
            </w:pPr>
            <w:r>
              <w:t>signage</w:t>
            </w:r>
          </w:p>
          <w:p w14:paraId="12D90736" w14:textId="4A71C331" w:rsidR="00234FD8" w:rsidRDefault="00234FD8" w:rsidP="00DB01BD">
            <w:pPr>
              <w:pStyle w:val="SIBulletList2"/>
            </w:pPr>
            <w:r>
              <w:t>personal protection and equipment</w:t>
            </w:r>
          </w:p>
          <w:p w14:paraId="3040D7C4" w14:textId="244A0BF7" w:rsidR="008B7BD5" w:rsidRPr="008B7BD5" w:rsidRDefault="008B7BD5" w:rsidP="00DB01BD">
            <w:pPr>
              <w:pStyle w:val="SIBulletList2"/>
            </w:pPr>
            <w:r w:rsidRPr="008B7BD5">
              <w:t xml:space="preserve">manual handling techniques </w:t>
            </w:r>
            <w:r w:rsidR="00234FD8">
              <w:t>for</w:t>
            </w:r>
            <w:r w:rsidRPr="008B7BD5">
              <w:t xml:space="preserve"> lifting or moving heavy loads</w:t>
            </w:r>
            <w:r w:rsidR="00234FD8">
              <w:t xml:space="preserve"> and materials</w:t>
            </w:r>
          </w:p>
          <w:p w14:paraId="1E081AE8" w14:textId="559E768C" w:rsidR="002E5E8C" w:rsidRDefault="00234FD8" w:rsidP="00DB01BD">
            <w:pPr>
              <w:pStyle w:val="SIBulletList1"/>
            </w:pPr>
            <w:r>
              <w:t>chemical amendments for renovations including:</w:t>
            </w:r>
          </w:p>
          <w:p w14:paraId="3B36BA44" w14:textId="77777777" w:rsidR="00234FD8" w:rsidRDefault="00CA57C9">
            <w:pPr>
              <w:pStyle w:val="SIBulletList2"/>
            </w:pPr>
            <w:r>
              <w:t>fertilisers</w:t>
            </w:r>
          </w:p>
          <w:p w14:paraId="1236B9C2" w14:textId="0315C565" w:rsidR="00CA57C9" w:rsidRDefault="00CA57C9">
            <w:pPr>
              <w:pStyle w:val="SIBulletList2"/>
            </w:pPr>
            <w:r>
              <w:lastRenderedPageBreak/>
              <w:t>ameliorants</w:t>
            </w:r>
          </w:p>
          <w:p w14:paraId="077C2C80" w14:textId="77777777" w:rsidR="007504AC" w:rsidRPr="00DB01BD" w:rsidRDefault="007504AC">
            <w:pPr>
              <w:pStyle w:val="SIBulletList2"/>
            </w:pPr>
            <w:r w:rsidRPr="00DB01BD">
              <w:t>growth regulators</w:t>
            </w:r>
          </w:p>
          <w:p w14:paraId="66423EA8" w14:textId="13C85EBE" w:rsidR="00CA57C9" w:rsidRDefault="00CA57C9" w:rsidP="00DB01BD">
            <w:pPr>
              <w:pStyle w:val="SIBulletList1"/>
            </w:pPr>
            <w:r>
              <w:t>turf repairs and regeneration</w:t>
            </w:r>
            <w:r w:rsidR="005202BC">
              <w:t xml:space="preserve"> procedures</w:t>
            </w:r>
            <w:r>
              <w:t xml:space="preserve"> including:</w:t>
            </w:r>
          </w:p>
          <w:p w14:paraId="43688455" w14:textId="7872BBCD" w:rsidR="00CA57C9" w:rsidRDefault="00CA57C9">
            <w:pPr>
              <w:pStyle w:val="SIBulletList2"/>
            </w:pPr>
            <w:r>
              <w:t>over sowing</w:t>
            </w:r>
          </w:p>
          <w:p w14:paraId="34EBD07D" w14:textId="77777777" w:rsidR="00CA57C9" w:rsidRDefault="00CA57C9">
            <w:pPr>
              <w:pStyle w:val="SIBulletList2"/>
            </w:pPr>
            <w:r>
              <w:t>sprigging</w:t>
            </w:r>
          </w:p>
          <w:p w14:paraId="08E76250" w14:textId="77777777" w:rsidR="007504AC" w:rsidRDefault="007504AC">
            <w:pPr>
              <w:pStyle w:val="SIBulletList2"/>
            </w:pPr>
            <w:r>
              <w:t>chaffing</w:t>
            </w:r>
          </w:p>
          <w:p w14:paraId="2FB34EE3" w14:textId="728BF2E2" w:rsidR="007504AC" w:rsidRDefault="007504AC">
            <w:pPr>
              <w:pStyle w:val="SIBulletList2"/>
            </w:pPr>
            <w:r>
              <w:t>plugging</w:t>
            </w:r>
          </w:p>
          <w:p w14:paraId="649BACC5" w14:textId="05E6504E" w:rsidR="00CA57C9" w:rsidRDefault="00CA57C9">
            <w:pPr>
              <w:pStyle w:val="SIBulletList2"/>
            </w:pPr>
            <w:r>
              <w:t>rolled turf/turf replacement</w:t>
            </w:r>
          </w:p>
          <w:p w14:paraId="6FA37455" w14:textId="77777777" w:rsidR="00CA57C9" w:rsidRDefault="00CA57C9">
            <w:pPr>
              <w:pStyle w:val="SIBulletList2"/>
            </w:pPr>
            <w:r>
              <w:t>divot replacement</w:t>
            </w:r>
          </w:p>
          <w:p w14:paraId="34797B02" w14:textId="61432F96" w:rsidR="00CA57C9" w:rsidRDefault="00CA57C9" w:rsidP="00DB01BD">
            <w:pPr>
              <w:pStyle w:val="SIBulletList1"/>
            </w:pPr>
            <w:r>
              <w:t>waste materials handling and disposal including environmental considerations</w:t>
            </w:r>
          </w:p>
          <w:p w14:paraId="3996BC4A" w14:textId="110188D5" w:rsidR="002E5E8C" w:rsidRPr="000754EC" w:rsidRDefault="00CA57C9" w:rsidP="00DB01BD">
            <w:pPr>
              <w:pStyle w:val="SIBulletList1"/>
            </w:pPr>
            <w:proofErr w:type="gramStart"/>
            <w:r w:rsidRPr="00CA57C9">
              <w:t>record</w:t>
            </w:r>
            <w:proofErr w:type="gramEnd"/>
            <w:r w:rsidRPr="00CA57C9">
              <w:t xml:space="preserve"> keeping </w:t>
            </w:r>
            <w:r w:rsidR="00D830C5">
              <w:t>and reporting procedures and requirements</w:t>
            </w:r>
            <w:r w:rsidR="002459B5">
              <w:t>.</w:t>
            </w:r>
          </w:p>
        </w:tc>
      </w:tr>
    </w:tbl>
    <w:p w14:paraId="4227F3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4F06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AECF2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AA288EF" w14:textId="77777777" w:rsidTr="00CA2922">
        <w:tc>
          <w:tcPr>
            <w:tcW w:w="5000" w:type="pct"/>
            <w:shd w:val="clear" w:color="auto" w:fill="auto"/>
          </w:tcPr>
          <w:p w14:paraId="139FA11B" w14:textId="2D88F76F" w:rsidR="008C7E07" w:rsidRPr="008C7E07" w:rsidRDefault="008C7E07" w:rsidP="008C7E07">
            <w:pPr>
              <w:rPr>
                <w:lang w:eastAsia="en-US"/>
              </w:rPr>
            </w:pPr>
            <w:r w:rsidRPr="008C7E07">
              <w:rPr>
                <w:lang w:eastAsia="en-US"/>
              </w:rPr>
              <w:t xml:space="preserve">Assessment of skills must take place under the following conditions: </w:t>
            </w:r>
          </w:p>
          <w:p w14:paraId="6DF45323" w14:textId="77777777" w:rsidR="008C7E07" w:rsidRPr="008C7E07" w:rsidRDefault="008C7E07" w:rsidP="008C7E07">
            <w:pPr>
              <w:pStyle w:val="SIBulletList1"/>
            </w:pPr>
            <w:r w:rsidRPr="008C7E07" w:rsidDel="00171E64">
              <w:t xml:space="preserve"> </w:t>
            </w:r>
            <w:r w:rsidRPr="008C7E07">
              <w:t>physical conditions:</w:t>
            </w:r>
          </w:p>
          <w:p w14:paraId="512646BF" w14:textId="77777777" w:rsidR="008C7E07" w:rsidRPr="00DB01BD" w:rsidRDefault="008C7E07" w:rsidP="008C7E07">
            <w:pPr>
              <w:pStyle w:val="SIBulletList2"/>
              <w:rPr>
                <w:rFonts w:eastAsia="Calibri"/>
              </w:rPr>
            </w:pPr>
            <w:r w:rsidRPr="008C7E07">
              <w:t>skills must be demonstrated in a typical workplace environment or an environment that accurately represents workplace conditions</w:t>
            </w:r>
          </w:p>
          <w:p w14:paraId="7302F0CD" w14:textId="13F04674" w:rsidR="00FE7D8E" w:rsidRPr="002459B5" w:rsidRDefault="00FE7D8E" w:rsidP="00BA33F7">
            <w:pPr>
              <w:pStyle w:val="SIBulletList2"/>
              <w:rPr>
                <w:rFonts w:eastAsia="Calibri"/>
              </w:rPr>
            </w:pPr>
            <w:r w:rsidRPr="00FE7D8E">
              <w:t xml:space="preserve">access to </w:t>
            </w:r>
            <w:r w:rsidR="00AB4875">
              <w:t xml:space="preserve">a </w:t>
            </w:r>
            <w:r w:rsidRPr="00FE7D8E">
              <w:t>facilit</w:t>
            </w:r>
            <w:r w:rsidR="00AB4875">
              <w:t>y</w:t>
            </w:r>
            <w:r w:rsidRPr="00FE7D8E">
              <w:t xml:space="preserve"> which </w:t>
            </w:r>
            <w:r w:rsidR="00015C3D">
              <w:t xml:space="preserve">has </w:t>
            </w:r>
            <w:r w:rsidRPr="00FE7D8E">
              <w:t>sports</w:t>
            </w:r>
            <w:r w:rsidR="00015C3D">
              <w:t xml:space="preserve"> turf requiring</w:t>
            </w:r>
            <w:r w:rsidR="002459B5">
              <w:t xml:space="preserve"> </w:t>
            </w:r>
            <w:r w:rsidR="00AB4875">
              <w:t>renovation</w:t>
            </w:r>
          </w:p>
          <w:p w14:paraId="4474EFEB" w14:textId="77777777" w:rsidR="008C7E07" w:rsidRPr="008C7E07" w:rsidRDefault="008C7E07" w:rsidP="008C7E07">
            <w:pPr>
              <w:pStyle w:val="SIBulletList1"/>
            </w:pPr>
            <w:r w:rsidRPr="008C7E07">
              <w:t>resources, equipment and materials:</w:t>
            </w:r>
          </w:p>
          <w:p w14:paraId="1F90EDE3" w14:textId="77777777" w:rsidR="007504AC" w:rsidRPr="007504AC" w:rsidRDefault="007504AC" w:rsidP="007504AC">
            <w:pPr>
              <w:pStyle w:val="SIBulletList2"/>
              <w:rPr>
                <w:rStyle w:val="SITemporaryText"/>
              </w:rPr>
            </w:pPr>
            <w:r w:rsidRPr="0084134E">
              <w:t xml:space="preserve">turf renovation </w:t>
            </w:r>
            <w:r w:rsidRPr="007504AC">
              <w:t>machinery and equipment</w:t>
            </w:r>
          </w:p>
          <w:p w14:paraId="1602E46D" w14:textId="77777777" w:rsidR="007504AC" w:rsidRPr="007504AC" w:rsidRDefault="007504AC" w:rsidP="007504AC">
            <w:pPr>
              <w:pStyle w:val="SIBulletList2"/>
              <w:rPr>
                <w:rStyle w:val="SITemporaryText"/>
              </w:rPr>
            </w:pPr>
            <w:r w:rsidRPr="0084134E">
              <w:t>turf renovation hand tools including</w:t>
            </w:r>
          </w:p>
          <w:p w14:paraId="0801DD9A" w14:textId="77777777" w:rsidR="007504AC" w:rsidRDefault="007504AC" w:rsidP="007504AC">
            <w:pPr>
              <w:pStyle w:val="SIBulletList2"/>
            </w:pPr>
            <w:r w:rsidRPr="0084134E">
              <w:t xml:space="preserve">fertiliser, ameliorants, </w:t>
            </w:r>
            <w:r>
              <w:t>growth regulators</w:t>
            </w:r>
          </w:p>
          <w:p w14:paraId="4A9F12AB" w14:textId="77777777" w:rsidR="007504AC" w:rsidRPr="007504AC" w:rsidRDefault="007504AC" w:rsidP="007504AC">
            <w:pPr>
              <w:pStyle w:val="SIBulletList2"/>
            </w:pPr>
            <w:r w:rsidRPr="0084134E">
              <w:t>top dressing sand/materials</w:t>
            </w:r>
          </w:p>
          <w:p w14:paraId="539C0D07" w14:textId="77777777" w:rsidR="007504AC" w:rsidRPr="007504AC" w:rsidRDefault="007504AC" w:rsidP="007504AC">
            <w:pPr>
              <w:pStyle w:val="SIBulletList2"/>
              <w:rPr>
                <w:rStyle w:val="SITemporaryText"/>
              </w:rPr>
            </w:pPr>
            <w:r w:rsidRPr="0084134E">
              <w:t>turf propagation materials</w:t>
            </w:r>
          </w:p>
          <w:p w14:paraId="4C7D6741" w14:textId="4C3662EE" w:rsidR="008C7E07" w:rsidRPr="008C7E07" w:rsidRDefault="008C7E07" w:rsidP="00DB01BD">
            <w:pPr>
              <w:pStyle w:val="SIBulletList1"/>
              <w:rPr>
                <w:rFonts w:eastAsia="Calibri"/>
              </w:rPr>
            </w:pPr>
            <w:r w:rsidRPr="008C7E07">
              <w:rPr>
                <w:rFonts w:eastAsia="Calibri"/>
              </w:rPr>
              <w:t>specifications:</w:t>
            </w:r>
          </w:p>
          <w:p w14:paraId="4F4321A7" w14:textId="026B809A" w:rsidR="00015C3D" w:rsidRDefault="00015C3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sports turf area renovation plan</w:t>
            </w:r>
          </w:p>
          <w:p w14:paraId="01EF01DC" w14:textId="060BD1D6" w:rsidR="008C7E07" w:rsidRPr="00DB01BD" w:rsidRDefault="008C7E07">
            <w:pPr>
              <w:pStyle w:val="SIBulletList2"/>
              <w:rPr>
                <w:rFonts w:eastAsia="Calibri"/>
              </w:rPr>
            </w:pPr>
            <w:r w:rsidRPr="00DB01BD">
              <w:rPr>
                <w:rFonts w:eastAsia="Calibri"/>
              </w:rPr>
              <w:t xml:space="preserve">workplace </w:t>
            </w:r>
            <w:r w:rsidR="00015C3D">
              <w:rPr>
                <w:rFonts w:eastAsia="Calibri"/>
              </w:rPr>
              <w:t>procedures and instructions</w:t>
            </w:r>
            <w:r w:rsidR="00F03D04">
              <w:rPr>
                <w:rFonts w:eastAsia="Calibri"/>
              </w:rPr>
              <w:t xml:space="preserve"> </w:t>
            </w:r>
            <w:r w:rsidR="00F03D04" w:rsidRPr="00F03D04">
              <w:rPr>
                <w:rFonts w:eastAsia="Calibri"/>
              </w:rPr>
              <w:t>related to sports turf renovation</w:t>
            </w:r>
            <w:r w:rsidRPr="00DB01BD">
              <w:rPr>
                <w:rFonts w:eastAsia="Calibri"/>
              </w:rPr>
              <w:t>,</w:t>
            </w:r>
            <w:r w:rsidR="00015C3D">
              <w:rPr>
                <w:rFonts w:eastAsia="Calibri"/>
              </w:rPr>
              <w:t xml:space="preserve"> including health, safety and environment</w:t>
            </w:r>
            <w:r w:rsidR="00F03D04">
              <w:rPr>
                <w:rFonts w:eastAsia="Calibri"/>
              </w:rPr>
              <w:t xml:space="preserve"> </w:t>
            </w:r>
          </w:p>
          <w:p w14:paraId="336D79AE" w14:textId="77777777" w:rsidR="008C7E07" w:rsidRPr="002459B5" w:rsidRDefault="008C7E07">
            <w:pPr>
              <w:pStyle w:val="SIBulletList1"/>
            </w:pPr>
            <w:r w:rsidRPr="002459B5">
              <w:t>relationships:</w:t>
            </w:r>
          </w:p>
          <w:p w14:paraId="09E1E726" w14:textId="43E88A4A" w:rsidR="008C7E07" w:rsidRPr="00DB01BD" w:rsidRDefault="008C7E07">
            <w:pPr>
              <w:pStyle w:val="SIBulletList2"/>
            </w:pPr>
            <w:proofErr w:type="gramStart"/>
            <w:r w:rsidRPr="00DB01BD">
              <w:t>supervisor</w:t>
            </w:r>
            <w:proofErr w:type="gramEnd"/>
            <w:r w:rsidR="00015C3D">
              <w:t>.</w:t>
            </w:r>
          </w:p>
          <w:p w14:paraId="596797D5" w14:textId="77777777" w:rsidR="002459B5" w:rsidRDefault="002459B5" w:rsidP="008C7E07"/>
          <w:p w14:paraId="4D2D1BA4" w14:textId="77777777" w:rsidR="008C7E07" w:rsidRPr="008C7E07" w:rsidRDefault="008C7E07" w:rsidP="008C7E07">
            <w:r w:rsidRPr="008C7E07">
              <w:t>Assessors of this unit must satisfy the requirements for assessors in applicable vocational education and training legislation, frameworks and/or standards.</w:t>
            </w:r>
          </w:p>
          <w:p w14:paraId="44BD3B8E" w14:textId="151AE499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386C04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0F9345" w14:textId="77777777" w:rsidTr="004679E3">
        <w:tc>
          <w:tcPr>
            <w:tcW w:w="990" w:type="pct"/>
            <w:shd w:val="clear" w:color="auto" w:fill="auto"/>
          </w:tcPr>
          <w:p w14:paraId="22EA0E6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36E17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C73F1C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B91A37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AFBD1" w14:textId="77777777" w:rsidR="00BD22C4" w:rsidRDefault="00BD22C4" w:rsidP="00BF3F0A">
      <w:r>
        <w:separator/>
      </w:r>
    </w:p>
    <w:p w14:paraId="048B6B67" w14:textId="77777777" w:rsidR="00BD22C4" w:rsidRDefault="00BD22C4"/>
  </w:endnote>
  <w:endnote w:type="continuationSeparator" w:id="0">
    <w:p w14:paraId="768D587D" w14:textId="77777777" w:rsidR="00BD22C4" w:rsidRDefault="00BD22C4" w:rsidP="00BF3F0A">
      <w:r>
        <w:continuationSeparator/>
      </w:r>
    </w:p>
    <w:p w14:paraId="2788AE85" w14:textId="77777777" w:rsidR="00BD22C4" w:rsidRDefault="00BD22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8411357" w14:textId="7B19A49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B5F42">
          <w:rPr>
            <w:noProof/>
          </w:rPr>
          <w:t>4</w:t>
        </w:r>
        <w:r w:rsidRPr="000754EC">
          <w:fldChar w:fldCharType="end"/>
        </w:r>
      </w:p>
      <w:p w14:paraId="138FA30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6E4D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F4161" w14:textId="77777777" w:rsidR="00BD22C4" w:rsidRDefault="00BD22C4" w:rsidP="00BF3F0A">
      <w:r>
        <w:separator/>
      </w:r>
    </w:p>
    <w:p w14:paraId="1F4C2DC9" w14:textId="77777777" w:rsidR="00BD22C4" w:rsidRDefault="00BD22C4"/>
  </w:footnote>
  <w:footnote w:type="continuationSeparator" w:id="0">
    <w:p w14:paraId="3B4691C1" w14:textId="77777777" w:rsidR="00BD22C4" w:rsidRDefault="00BD22C4" w:rsidP="00BF3F0A">
      <w:r>
        <w:continuationSeparator/>
      </w:r>
    </w:p>
    <w:p w14:paraId="1D526192" w14:textId="77777777" w:rsidR="00BD22C4" w:rsidRDefault="00BD22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E9B1C" w14:textId="77777777" w:rsidR="009C2650" w:rsidRPr="001313EF" w:rsidRDefault="00CF795F" w:rsidP="001313EF">
    <w:pPr>
      <w:pStyle w:val="SIText"/>
    </w:pPr>
    <w:r>
      <w:t>AHC</w:t>
    </w:r>
    <w:r w:rsidR="00C15F70">
      <w:t>TRF</w:t>
    </w:r>
    <w:r w:rsidR="001313EF">
      <w:t xml:space="preserve">203 </w:t>
    </w:r>
    <w:r w:rsidR="001313EF" w:rsidRPr="001313EF">
      <w:t>Renovate grassed areas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E0225"/>
    <w:multiLevelType w:val="hybridMultilevel"/>
    <w:tmpl w:val="C9D80C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486CA9"/>
    <w:multiLevelType w:val="hybridMultilevel"/>
    <w:tmpl w:val="A028AE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BC5DEB"/>
    <w:multiLevelType w:val="hybridMultilevel"/>
    <w:tmpl w:val="B2DE8A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4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5C3D"/>
    <w:rsid w:val="00016803"/>
    <w:rsid w:val="00023992"/>
    <w:rsid w:val="00024C50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52D"/>
    <w:rsid w:val="001313E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4BC9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4FD8"/>
    <w:rsid w:val="0023544C"/>
    <w:rsid w:val="00242293"/>
    <w:rsid w:val="00244EA7"/>
    <w:rsid w:val="002459B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F42"/>
    <w:rsid w:val="002C55E9"/>
    <w:rsid w:val="002D0C8B"/>
    <w:rsid w:val="002D330A"/>
    <w:rsid w:val="002D420D"/>
    <w:rsid w:val="002E170C"/>
    <w:rsid w:val="002E193E"/>
    <w:rsid w:val="002E5E8C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2869"/>
    <w:rsid w:val="0043212E"/>
    <w:rsid w:val="00434366"/>
    <w:rsid w:val="00434ECE"/>
    <w:rsid w:val="004439D6"/>
    <w:rsid w:val="00444423"/>
    <w:rsid w:val="00452F3E"/>
    <w:rsid w:val="004612A3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2BC"/>
    <w:rsid w:val="00520E9A"/>
    <w:rsid w:val="005248C1"/>
    <w:rsid w:val="00526134"/>
    <w:rsid w:val="00532164"/>
    <w:rsid w:val="005405B2"/>
    <w:rsid w:val="005427C8"/>
    <w:rsid w:val="005446D1"/>
    <w:rsid w:val="00551A4C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C2FF7"/>
    <w:rsid w:val="005D1AFD"/>
    <w:rsid w:val="005D54EE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4A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9F3"/>
    <w:rsid w:val="007404E9"/>
    <w:rsid w:val="007444CF"/>
    <w:rsid w:val="007504AC"/>
    <w:rsid w:val="00752C75"/>
    <w:rsid w:val="00757005"/>
    <w:rsid w:val="00761DBE"/>
    <w:rsid w:val="0076523B"/>
    <w:rsid w:val="00771B60"/>
    <w:rsid w:val="00775929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942"/>
    <w:rsid w:val="00817D51"/>
    <w:rsid w:val="00823530"/>
    <w:rsid w:val="00823FF4"/>
    <w:rsid w:val="00830267"/>
    <w:rsid w:val="0083040E"/>
    <w:rsid w:val="008306E7"/>
    <w:rsid w:val="008322BE"/>
    <w:rsid w:val="00834BC8"/>
    <w:rsid w:val="00836E85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B7BD5"/>
    <w:rsid w:val="008C4AE8"/>
    <w:rsid w:val="008C7E07"/>
    <w:rsid w:val="008E18D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57E"/>
    <w:rsid w:val="00A3639E"/>
    <w:rsid w:val="00A5092E"/>
    <w:rsid w:val="00A554D6"/>
    <w:rsid w:val="00A56E14"/>
    <w:rsid w:val="00A6476B"/>
    <w:rsid w:val="00A76C6C"/>
    <w:rsid w:val="00A87356"/>
    <w:rsid w:val="00A92DD1"/>
    <w:rsid w:val="00AA4FEE"/>
    <w:rsid w:val="00AA5338"/>
    <w:rsid w:val="00AB1B8E"/>
    <w:rsid w:val="00AB4875"/>
    <w:rsid w:val="00AC0696"/>
    <w:rsid w:val="00AC2438"/>
    <w:rsid w:val="00AC4C98"/>
    <w:rsid w:val="00AC5F6B"/>
    <w:rsid w:val="00AD3896"/>
    <w:rsid w:val="00AD5B47"/>
    <w:rsid w:val="00AE1ED9"/>
    <w:rsid w:val="00AE32CB"/>
    <w:rsid w:val="00AF3957"/>
    <w:rsid w:val="00B0712C"/>
    <w:rsid w:val="00B10372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7F66"/>
    <w:rsid w:val="00BA1CB1"/>
    <w:rsid w:val="00BA4178"/>
    <w:rsid w:val="00BA482D"/>
    <w:rsid w:val="00BB1755"/>
    <w:rsid w:val="00BB23F4"/>
    <w:rsid w:val="00BC5075"/>
    <w:rsid w:val="00BC5419"/>
    <w:rsid w:val="00BD22C4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ED8"/>
    <w:rsid w:val="00C84C8F"/>
    <w:rsid w:val="00C96AF3"/>
    <w:rsid w:val="00C97CCC"/>
    <w:rsid w:val="00CA0274"/>
    <w:rsid w:val="00CA57C9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30C5"/>
    <w:rsid w:val="00D87D32"/>
    <w:rsid w:val="00D91188"/>
    <w:rsid w:val="00D92C83"/>
    <w:rsid w:val="00D9324B"/>
    <w:rsid w:val="00DA0A81"/>
    <w:rsid w:val="00DA3C10"/>
    <w:rsid w:val="00DA53B5"/>
    <w:rsid w:val="00DB01BD"/>
    <w:rsid w:val="00DC1D69"/>
    <w:rsid w:val="00DC5A3A"/>
    <w:rsid w:val="00DD0726"/>
    <w:rsid w:val="00DE21DD"/>
    <w:rsid w:val="00DF6EBA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3D04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8B6"/>
    <w:rsid w:val="00F82FC3"/>
    <w:rsid w:val="00F83D7C"/>
    <w:rsid w:val="00FB232E"/>
    <w:rsid w:val="00FD557D"/>
    <w:rsid w:val="00FE0282"/>
    <w:rsid w:val="00FE124D"/>
    <w:rsid w:val="00FE65C5"/>
    <w:rsid w:val="00FE792C"/>
    <w:rsid w:val="00FE7D8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49FD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8B7BD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77053-0597-4572-8404-255EF316A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85CDA9F-815B-4321-9421-E4182E65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254</TotalTime>
  <Pages>4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30</cp:revision>
  <cp:lastPrinted>2016-05-27T05:21:00Z</cp:lastPrinted>
  <dcterms:created xsi:type="dcterms:W3CDTF">2018-08-06T23:41:00Z</dcterms:created>
  <dcterms:modified xsi:type="dcterms:W3CDTF">2019-01-31T07:14:00Z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